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1198345C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1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171D5656" w:rsidR="00EF3BFB" w:rsidRPr="00167E06" w:rsidRDefault="00487B1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5B85DB76" w:rsidR="00EF3BFB" w:rsidRPr="00EE2FE1" w:rsidRDefault="00DC4900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DC4900">
              <w:rPr>
                <w:rFonts w:asciiTheme="majorHAnsi" w:hAnsiTheme="majorHAnsi"/>
              </w:rPr>
              <w:t>Serverov</w:t>
            </w:r>
            <w:r w:rsidR="00522B68">
              <w:rPr>
                <w:rFonts w:asciiTheme="majorHAnsi" w:hAnsiTheme="majorHAnsi"/>
              </w:rPr>
              <w:t>é</w:t>
            </w:r>
            <w:r w:rsidRPr="00DC4900">
              <w:rPr>
                <w:rFonts w:asciiTheme="majorHAnsi" w:hAnsiTheme="majorHAnsi"/>
              </w:rPr>
              <w:t xml:space="preserve"> nod</w:t>
            </w:r>
            <w:r w:rsidR="00522B68">
              <w:rPr>
                <w:rFonts w:asciiTheme="majorHAnsi" w:hAnsiTheme="majorHAnsi"/>
              </w:rPr>
              <w:t>y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67E06">
              <w:rPr>
                <w:rFonts w:asciiTheme="majorHAnsi" w:hAnsiTheme="majorHAnsi"/>
              </w:rPr>
              <w:t>2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9411CE1" w:rsidR="00EF3BFB" w:rsidRPr="00167E06" w:rsidRDefault="004B3B11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79EA415E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(položka </w:t>
            </w:r>
            <w:r w:rsidR="00487B1C">
              <w:rPr>
                <w:rFonts w:asciiTheme="majorHAnsi" w:hAnsiTheme="majorHAnsi"/>
              </w:rPr>
              <w:t>3</w:t>
            </w:r>
            <w:r w:rsidR="005E1F0D" w:rsidRPr="005E1F0D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36C49B59" w:rsidR="006262F2" w:rsidRPr="00EE2FE1" w:rsidRDefault="00294529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vSphere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Enterprise</w:t>
            </w:r>
            <w:proofErr w:type="spellEnd"/>
            <w:r w:rsidRPr="00294529">
              <w:rPr>
                <w:rFonts w:asciiTheme="majorHAnsi" w:hAnsiTheme="majorHAnsi"/>
              </w:rPr>
              <w:t xml:space="preserve"> Plus a </w:t>
            </w:r>
            <w:proofErr w:type="spellStart"/>
            <w:r w:rsidRPr="00294529">
              <w:rPr>
                <w:rFonts w:asciiTheme="majorHAnsi" w:hAnsiTheme="majorHAnsi"/>
              </w:rPr>
              <w:t>VMware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vSAN</w:t>
            </w:r>
            <w:proofErr w:type="spellEnd"/>
            <w:r w:rsidRPr="00294529">
              <w:rPr>
                <w:rFonts w:asciiTheme="majorHAnsi" w:hAnsiTheme="majorHAnsi"/>
              </w:rPr>
              <w:t xml:space="preserve"> </w:t>
            </w:r>
            <w:proofErr w:type="spellStart"/>
            <w:r w:rsidRPr="00294529">
              <w:rPr>
                <w:rFonts w:asciiTheme="majorHAnsi" w:hAnsiTheme="majorHAnsi"/>
              </w:rPr>
              <w:t>Advanced</w:t>
            </w:r>
            <w:proofErr w:type="spellEnd"/>
            <w:r w:rsidRPr="00294529">
              <w:rPr>
                <w:rFonts w:asciiTheme="majorHAnsi" w:hAnsiTheme="majorHAnsi"/>
              </w:rPr>
              <w:t xml:space="preserve"> verze 7 nebo vyšší (</w:t>
            </w:r>
            <w:r w:rsidR="00421A01">
              <w:rPr>
                <w:rFonts w:asciiTheme="majorHAnsi" w:hAnsiTheme="majorHAnsi"/>
              </w:rPr>
              <w:t>5 let</w:t>
            </w:r>
            <w:r w:rsidRPr="00294529">
              <w:rPr>
                <w:rFonts w:asciiTheme="majorHAnsi" w:hAnsiTheme="majorHAnsi"/>
              </w:rPr>
              <w:t>)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254D1D31" w:rsidR="006262F2" w:rsidRPr="00A43547" w:rsidRDefault="00E564E8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64FBF134" w14:textId="77777777" w:rsidTr="00A43547">
        <w:tc>
          <w:tcPr>
            <w:tcW w:w="3397" w:type="dxa"/>
          </w:tcPr>
          <w:p w14:paraId="0A23675F" w14:textId="73CBCB21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262F2" w:rsidRPr="00221465" w14:paraId="3F2F8D21" w14:textId="77777777" w:rsidTr="00A43547">
        <w:tc>
          <w:tcPr>
            <w:tcW w:w="3397" w:type="dxa"/>
          </w:tcPr>
          <w:p w14:paraId="7175ABD8" w14:textId="0681B5DD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739834BE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 xml:space="preserve">součet výše uvedených cen </w:t>
            </w:r>
            <w:r w:rsidR="000C3F7A" w:rsidRPr="000C3F7A">
              <w:rPr>
                <w:rFonts w:asciiTheme="majorHAnsi" w:hAnsiTheme="majorHAnsi"/>
                <w:b/>
              </w:rPr>
              <w:t xml:space="preserve">celkem za Hardware bez DPH a celkem za Software bez DPH </w:t>
            </w:r>
            <w:r w:rsidRPr="00FF65DD">
              <w:rPr>
                <w:rFonts w:asciiTheme="majorHAnsi" w:hAnsiTheme="majorHAnsi"/>
                <w:b/>
              </w:rPr>
              <w:t xml:space="preserve">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81A56" w14:textId="77777777" w:rsidR="00FD513C" w:rsidRDefault="00FD513C" w:rsidP="00962258">
      <w:pPr>
        <w:spacing w:after="0" w:line="240" w:lineRule="auto"/>
      </w:pPr>
      <w:r>
        <w:separator/>
      </w:r>
    </w:p>
  </w:endnote>
  <w:endnote w:type="continuationSeparator" w:id="0">
    <w:p w14:paraId="72C82D79" w14:textId="77777777" w:rsidR="00FD513C" w:rsidRDefault="00FD51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57CE7" w14:textId="77777777" w:rsidR="00FD513C" w:rsidRDefault="00FD513C" w:rsidP="00962258">
      <w:pPr>
        <w:spacing w:after="0" w:line="240" w:lineRule="auto"/>
      </w:pPr>
      <w:r>
        <w:separator/>
      </w:r>
    </w:p>
  </w:footnote>
  <w:footnote w:type="continuationSeparator" w:id="0">
    <w:p w14:paraId="2B12FDBD" w14:textId="77777777" w:rsidR="00FD513C" w:rsidRDefault="00FD51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B7377"/>
    <w:rsid w:val="000C3F7A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62E5"/>
    <w:rsid w:val="00220A81"/>
    <w:rsid w:val="002214AC"/>
    <w:rsid w:val="00251553"/>
    <w:rsid w:val="00280E07"/>
    <w:rsid w:val="00294529"/>
    <w:rsid w:val="002C31BF"/>
    <w:rsid w:val="002C3499"/>
    <w:rsid w:val="002D08B1"/>
    <w:rsid w:val="002D5A4E"/>
    <w:rsid w:val="002E0CD7"/>
    <w:rsid w:val="003254A6"/>
    <w:rsid w:val="00341DCF"/>
    <w:rsid w:val="00357BC6"/>
    <w:rsid w:val="00394E99"/>
    <w:rsid w:val="003956C6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F169B"/>
    <w:rsid w:val="004F20BC"/>
    <w:rsid w:val="004F4B9B"/>
    <w:rsid w:val="004F69EA"/>
    <w:rsid w:val="005038F6"/>
    <w:rsid w:val="00511AB9"/>
    <w:rsid w:val="00522B68"/>
    <w:rsid w:val="00523EA7"/>
    <w:rsid w:val="00553375"/>
    <w:rsid w:val="00557C28"/>
    <w:rsid w:val="005736B7"/>
    <w:rsid w:val="00575E5A"/>
    <w:rsid w:val="005E1F0D"/>
    <w:rsid w:val="005F1404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E07F4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564E8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1F62"/>
    <w:rsid w:val="00F86BA6"/>
    <w:rsid w:val="00FC6389"/>
    <w:rsid w:val="00FD513C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6B70DD-8E21-4126-8B34-5A8971C7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192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5</cp:revision>
  <cp:lastPrinted>2017-11-28T17:18:00Z</cp:lastPrinted>
  <dcterms:created xsi:type="dcterms:W3CDTF">2023-10-02T10:42:00Z</dcterms:created>
  <dcterms:modified xsi:type="dcterms:W3CDTF">2023-10-11T10:30:00Z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